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A79D4" w14:textId="1AA43299" w:rsidR="003A1F30" w:rsidRDefault="00B92CC9" w:rsidP="00B92CC9">
      <w:pPr>
        <w:pStyle w:val="Title"/>
      </w:pPr>
      <w:r>
        <w:t>Law of Sines and Cosines</w:t>
      </w:r>
    </w:p>
    <w:p w14:paraId="3FC519FB" w14:textId="188310DC" w:rsidR="00B92CC9" w:rsidRDefault="00B92CC9">
      <w:r>
        <w:t>You can use either law of sines or law of cosines.  Assume that all angles are acute (no ambiguous cases).</w:t>
      </w:r>
    </w:p>
    <w:p w14:paraId="2835DB05" w14:textId="7A8355F6" w:rsidR="00B92CC9" w:rsidRDefault="00B92CC9">
      <w:r>
        <w:rPr>
          <w:noProof/>
        </w:rPr>
        <w:drawing>
          <wp:inline distT="0" distB="0" distL="0" distR="0" wp14:editId="5D0A9858">
            <wp:extent cx="2501900" cy="23380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5AC8180" w14:textId="77777777" w:rsidR="009314D8" w:rsidRDefault="009314D8"/>
    <w:p w14:paraId="65F0D3E1" w14:textId="77777777" w:rsidR="009314D8" w:rsidRDefault="009314D8"/>
    <w:p w14:paraId="62FD4A69" w14:textId="77777777" w:rsidR="009314D8" w:rsidRDefault="009314D8"/>
    <w:p w14:paraId="2A1C78A9" w14:textId="77777777" w:rsidR="009314D8" w:rsidRDefault="009314D8"/>
    <w:p w14:paraId="214DAF0F" w14:textId="77777777" w:rsidR="009314D8" w:rsidRDefault="009314D8"/>
    <w:p w14:paraId="3C4186C0" w14:textId="77777777" w:rsidR="009314D8" w:rsidRDefault="009314D8"/>
    <w:p w14:paraId="1B85B116" w14:textId="092A3231" w:rsidR="00B92CC9" w:rsidRDefault="00B92CC9">
      <w:r>
        <w:rPr>
          <w:noProof/>
        </w:rPr>
        <w:drawing>
          <wp:inline distT="0" distB="0" distL="0" distR="0" wp14:editId="2E72E78F">
            <wp:extent cx="1975485" cy="23723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23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2D44217" w14:textId="017D15A5" w:rsidR="00B92CC9" w:rsidRDefault="00B92CC9">
      <w:r>
        <w:rPr>
          <w:noProof/>
        </w:rPr>
        <w:lastRenderedPageBreak/>
        <w:drawing>
          <wp:inline distT="0" distB="0" distL="0" distR="0" wp14:editId="5730AD81">
            <wp:extent cx="1475105" cy="23380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8DB4559" w14:textId="77777777" w:rsidR="009314D8" w:rsidRDefault="009314D8"/>
    <w:p w14:paraId="4F0039C1" w14:textId="77777777" w:rsidR="009314D8" w:rsidRDefault="009314D8"/>
    <w:p w14:paraId="56B47375" w14:textId="77777777" w:rsidR="009314D8" w:rsidRDefault="009314D8"/>
    <w:p w14:paraId="63BE413E" w14:textId="77777777" w:rsidR="009314D8" w:rsidRDefault="009314D8"/>
    <w:p w14:paraId="14D9DD63" w14:textId="77777777" w:rsidR="009314D8" w:rsidRDefault="009314D8"/>
    <w:p w14:paraId="050EEE18" w14:textId="77777777" w:rsidR="009314D8" w:rsidRDefault="009314D8"/>
    <w:p w14:paraId="28D0BB01" w14:textId="77777777" w:rsidR="009314D8" w:rsidRDefault="009314D8"/>
    <w:p w14:paraId="6AA2D640" w14:textId="77777777" w:rsidR="009314D8" w:rsidRDefault="009314D8"/>
    <w:p w14:paraId="04023AA2" w14:textId="77777777" w:rsidR="009314D8" w:rsidRDefault="009314D8"/>
    <w:p w14:paraId="36B3FE02" w14:textId="486AA83B" w:rsidR="00B92CC9" w:rsidRDefault="00B92CC9">
      <w:r>
        <w:rPr>
          <w:noProof/>
        </w:rPr>
        <w:drawing>
          <wp:inline distT="0" distB="0" distL="0" distR="0" wp14:editId="0C1623DE">
            <wp:extent cx="1587500" cy="22948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EF94961" w14:textId="1C81059A" w:rsidR="009314D8" w:rsidRDefault="009314D8">
      <w:r>
        <w:br w:type="page"/>
      </w:r>
    </w:p>
    <w:p w14:paraId="1CC0A5FC" w14:textId="77777777" w:rsidR="009314D8" w:rsidRDefault="009314D8"/>
    <w:p w14:paraId="3EC4BC32" w14:textId="192F6258" w:rsidR="00B92CC9" w:rsidRDefault="00B92CC9">
      <w:r>
        <w:rPr>
          <w:noProof/>
        </w:rPr>
        <w:drawing>
          <wp:inline distT="0" distB="0" distL="0" distR="0" wp14:editId="7D935BA2">
            <wp:extent cx="1776730" cy="2286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9DC939F" w14:textId="7ACDB20F" w:rsidR="00B92CC9" w:rsidRDefault="00B92CC9">
      <w:r>
        <w:rPr>
          <w:noProof/>
        </w:rPr>
        <w:drawing>
          <wp:inline distT="0" distB="0" distL="0" distR="0" wp14:editId="01998D48">
            <wp:extent cx="1518285" cy="2286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034DE6A" w14:textId="75D81AF9" w:rsidR="00B92CC9" w:rsidRDefault="00B92CC9">
      <w:r>
        <w:rPr>
          <w:noProof/>
        </w:rPr>
        <w:drawing>
          <wp:inline distT="0" distB="0" distL="0" distR="0" wp14:editId="7E755202">
            <wp:extent cx="1552575" cy="23723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E8FB338" w14:textId="5B75C1FB" w:rsidR="00B92CC9" w:rsidRDefault="00B92CC9">
      <w:r>
        <w:rPr>
          <w:noProof/>
        </w:rPr>
        <w:drawing>
          <wp:inline distT="0" distB="0" distL="0" distR="0" wp14:editId="21D74B70">
            <wp:extent cx="1664970" cy="23202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6490031C" w14:textId="77777777" w:rsidR="009314D8" w:rsidRDefault="009314D8"/>
    <w:p w14:paraId="03D43419" w14:textId="77777777" w:rsidR="009314D8" w:rsidRDefault="009314D8"/>
    <w:p w14:paraId="7EDF5E46" w14:textId="77777777" w:rsidR="009314D8" w:rsidRDefault="009314D8"/>
    <w:p w14:paraId="5A30904D" w14:textId="77777777" w:rsidR="009314D8" w:rsidRDefault="009314D8"/>
    <w:p w14:paraId="141CB0F8" w14:textId="77777777" w:rsidR="009314D8" w:rsidRDefault="009314D8"/>
    <w:p w14:paraId="2BBDC926" w14:textId="77777777" w:rsidR="009314D8" w:rsidRDefault="009314D8"/>
    <w:p w14:paraId="2ADA9358" w14:textId="77777777" w:rsidR="009314D8" w:rsidRDefault="009314D8"/>
    <w:p w14:paraId="1E5356F6" w14:textId="77777777" w:rsidR="009314D8" w:rsidRDefault="009314D8"/>
    <w:p w14:paraId="582D3E1F" w14:textId="77777777" w:rsidR="009314D8" w:rsidRDefault="009314D8">
      <w:bookmarkStart w:id="0" w:name="_GoBack"/>
      <w:bookmarkEnd w:id="0"/>
    </w:p>
    <w:p w14:paraId="4F9FA029" w14:textId="2CE74815" w:rsidR="00B92CC9" w:rsidRDefault="00B92CC9">
      <w:r>
        <w:rPr>
          <w:noProof/>
        </w:rPr>
        <w:drawing>
          <wp:inline distT="0" distB="0" distL="0" distR="0" wp14:editId="39C74678">
            <wp:extent cx="1518285" cy="23380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233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EB64DEE" w14:textId="77777777" w:rsidR="00B92CC9" w:rsidRDefault="00B92CC9"/>
    <w:sectPr w:rsidR="00B92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33"/>
    <w:rsid w:val="000D1933"/>
    <w:rsid w:val="003A1F30"/>
    <w:rsid w:val="009314D8"/>
    <w:rsid w:val="00973B99"/>
    <w:rsid w:val="00B92CC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D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CC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92C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2CC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CC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92C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2CC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2010-02-23T16:45:00Z</dcterms:created>
  <dcterms:modified xsi:type="dcterms:W3CDTF">2010-02-23T16:49:00Z</dcterms:modified>
</cp:coreProperties>
</file>